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8866C2" w:rsidTr="008866C2">
        <w:trPr>
          <w:trHeight w:val="3403"/>
        </w:trPr>
        <w:tc>
          <w:tcPr>
            <w:tcW w:w="9570" w:type="dxa"/>
          </w:tcPr>
          <w:p w:rsidR="006F0234" w:rsidRPr="006F0234" w:rsidRDefault="006F0234" w:rsidP="006F0234">
            <w:pPr>
              <w:jc w:val="center"/>
              <w:rPr>
                <w:b/>
                <w:szCs w:val="28"/>
              </w:rPr>
            </w:pPr>
            <w:r w:rsidRPr="006F0234">
              <w:rPr>
                <w:b/>
                <w:szCs w:val="28"/>
              </w:rPr>
              <w:t>ПРАВИТЕЛЬСТВО ОРЛОВСКОЙ ОБЛАСТИ</w:t>
            </w:r>
          </w:p>
          <w:p w:rsidR="006F0234" w:rsidRPr="006F0234" w:rsidRDefault="006F0234" w:rsidP="006F0234">
            <w:pPr>
              <w:jc w:val="center"/>
              <w:rPr>
                <w:b/>
                <w:szCs w:val="28"/>
              </w:rPr>
            </w:pPr>
          </w:p>
          <w:p w:rsidR="006F0234" w:rsidRPr="006F0234" w:rsidRDefault="006F0234" w:rsidP="006F0234">
            <w:pPr>
              <w:jc w:val="center"/>
              <w:rPr>
                <w:b/>
                <w:szCs w:val="28"/>
              </w:rPr>
            </w:pPr>
            <w:r w:rsidRPr="006F0234">
              <w:rPr>
                <w:b/>
                <w:szCs w:val="28"/>
              </w:rPr>
              <w:t>ПОСТАНОВЛЕНИЕ</w:t>
            </w:r>
          </w:p>
          <w:p w:rsidR="006F0234" w:rsidRPr="006F0234" w:rsidRDefault="006F0234" w:rsidP="006F0234">
            <w:pPr>
              <w:rPr>
                <w:szCs w:val="28"/>
              </w:rPr>
            </w:pPr>
          </w:p>
          <w:p w:rsidR="006F0234" w:rsidRPr="006F0234" w:rsidRDefault="006F0234" w:rsidP="006F0234">
            <w:pPr>
              <w:rPr>
                <w:szCs w:val="28"/>
              </w:rPr>
            </w:pPr>
          </w:p>
          <w:p w:rsidR="006F0234" w:rsidRPr="006F0234" w:rsidRDefault="006F0234" w:rsidP="006F0234">
            <w:pPr>
              <w:rPr>
                <w:szCs w:val="28"/>
              </w:rPr>
            </w:pPr>
          </w:p>
          <w:p w:rsidR="006F0234" w:rsidRPr="006F0234" w:rsidRDefault="006F0234" w:rsidP="006F0234">
            <w:pPr>
              <w:rPr>
                <w:szCs w:val="28"/>
              </w:rPr>
            </w:pPr>
            <w:r>
              <w:rPr>
                <w:szCs w:val="28"/>
              </w:rPr>
              <w:t>19 февраля 2025 г. № 95</w:t>
            </w:r>
            <w:bookmarkStart w:id="0" w:name="_GoBack"/>
            <w:bookmarkEnd w:id="0"/>
          </w:p>
          <w:p w:rsidR="00F51E6D" w:rsidRPr="00F46C7B" w:rsidRDefault="006F0234" w:rsidP="006F0234">
            <w:pPr>
              <w:rPr>
                <w:color w:val="0000FF"/>
                <w:sz w:val="36"/>
                <w:szCs w:val="36"/>
                <w:vertAlign w:val="superscript"/>
              </w:rPr>
            </w:pPr>
            <w:r w:rsidRPr="006F0234">
              <w:rPr>
                <w:szCs w:val="28"/>
                <w:lang w:eastAsia="en-US"/>
              </w:rPr>
              <w:t>г. Орёл</w:t>
            </w:r>
            <w:r w:rsidRPr="006F0234">
              <w:rPr>
                <w:color w:val="0000FF"/>
                <w:sz w:val="36"/>
                <w:szCs w:val="36"/>
                <w:vertAlign w:val="superscript"/>
                <w:lang w:eastAsia="en-US"/>
              </w:rPr>
              <w:tab/>
            </w:r>
            <w:r w:rsidRPr="006F0234">
              <w:rPr>
                <w:color w:val="0000FF"/>
                <w:sz w:val="36"/>
                <w:szCs w:val="36"/>
                <w:vertAlign w:val="superscript"/>
                <w:lang w:eastAsia="en-US"/>
              </w:rPr>
              <w:tab/>
            </w:r>
            <w:r w:rsidRPr="006F0234">
              <w:rPr>
                <w:color w:val="0000FF"/>
                <w:sz w:val="36"/>
                <w:szCs w:val="36"/>
                <w:vertAlign w:val="superscript"/>
                <w:lang w:eastAsia="en-US"/>
              </w:rPr>
              <w:tab/>
            </w:r>
            <w:r w:rsidRPr="006F0234">
              <w:rPr>
                <w:color w:val="0000FF"/>
                <w:sz w:val="36"/>
                <w:szCs w:val="36"/>
                <w:vertAlign w:val="superscript"/>
                <w:lang w:eastAsia="en-US"/>
              </w:rPr>
              <w:tab/>
            </w:r>
            <w:r w:rsidRPr="006F0234">
              <w:rPr>
                <w:color w:val="0000FF"/>
                <w:sz w:val="36"/>
                <w:szCs w:val="36"/>
                <w:vertAlign w:val="superscript"/>
                <w:lang w:eastAsia="en-US"/>
              </w:rPr>
              <w:tab/>
            </w:r>
            <w:r w:rsidRPr="006F0234">
              <w:rPr>
                <w:color w:val="0000FF"/>
                <w:sz w:val="36"/>
                <w:szCs w:val="36"/>
                <w:vertAlign w:val="superscript"/>
                <w:lang w:eastAsia="en-US"/>
              </w:rPr>
              <w:tab/>
            </w:r>
            <w:r w:rsidRPr="006F0234">
              <w:rPr>
                <w:color w:val="0000FF"/>
                <w:sz w:val="36"/>
                <w:szCs w:val="36"/>
                <w:vertAlign w:val="superscript"/>
                <w:lang w:eastAsia="en-US"/>
              </w:rPr>
              <w:tab/>
            </w:r>
            <w:r w:rsidRPr="006F0234">
              <w:rPr>
                <w:color w:val="0000FF"/>
                <w:sz w:val="36"/>
                <w:szCs w:val="36"/>
                <w:vertAlign w:val="superscript"/>
                <w:lang w:eastAsia="en-US"/>
              </w:rPr>
              <w:tab/>
            </w:r>
            <w:r w:rsidRPr="006F0234">
              <w:rPr>
                <w:color w:val="0000FF"/>
                <w:sz w:val="36"/>
                <w:szCs w:val="36"/>
                <w:vertAlign w:val="superscript"/>
                <w:lang w:eastAsia="en-US"/>
              </w:rPr>
              <w:tab/>
            </w:r>
            <w:r w:rsidR="00F51E6D" w:rsidRPr="00F46C7B">
              <w:rPr>
                <w:color w:val="0000FF"/>
                <w:sz w:val="36"/>
                <w:szCs w:val="36"/>
                <w:vertAlign w:val="superscript"/>
              </w:rPr>
              <w:tab/>
            </w:r>
            <w:r w:rsidR="00F51E6D" w:rsidRPr="00F46C7B">
              <w:rPr>
                <w:color w:val="0000FF"/>
                <w:sz w:val="36"/>
                <w:szCs w:val="36"/>
                <w:vertAlign w:val="superscript"/>
              </w:rPr>
              <w:tab/>
            </w:r>
            <w:r w:rsidR="00F51E6D" w:rsidRPr="00F46C7B">
              <w:rPr>
                <w:color w:val="0000FF"/>
                <w:sz w:val="36"/>
                <w:szCs w:val="36"/>
                <w:vertAlign w:val="superscript"/>
              </w:rPr>
              <w:tab/>
            </w:r>
            <w:r w:rsidR="00F51E6D" w:rsidRPr="00F46C7B">
              <w:rPr>
                <w:color w:val="0000FF"/>
                <w:sz w:val="36"/>
                <w:szCs w:val="36"/>
                <w:vertAlign w:val="superscript"/>
              </w:rPr>
              <w:tab/>
            </w:r>
            <w:r w:rsidR="00F51E6D" w:rsidRPr="00F46C7B">
              <w:rPr>
                <w:color w:val="0000FF"/>
                <w:sz w:val="36"/>
                <w:szCs w:val="36"/>
                <w:vertAlign w:val="superscript"/>
              </w:rPr>
              <w:tab/>
            </w:r>
            <w:r w:rsidR="00F51E6D" w:rsidRPr="00F46C7B">
              <w:rPr>
                <w:color w:val="0000FF"/>
                <w:sz w:val="36"/>
                <w:szCs w:val="36"/>
                <w:vertAlign w:val="superscript"/>
              </w:rPr>
              <w:tab/>
            </w:r>
            <w:r w:rsidR="00F51E6D" w:rsidRPr="00F46C7B">
              <w:rPr>
                <w:color w:val="0000FF"/>
                <w:sz w:val="36"/>
                <w:szCs w:val="36"/>
                <w:vertAlign w:val="superscript"/>
              </w:rPr>
              <w:tab/>
            </w:r>
            <w:r w:rsidR="00F51E6D" w:rsidRPr="00F46C7B">
              <w:rPr>
                <w:color w:val="0000FF"/>
                <w:sz w:val="36"/>
                <w:szCs w:val="36"/>
                <w:vertAlign w:val="superscript"/>
              </w:rPr>
              <w:tab/>
            </w:r>
            <w:r w:rsidR="00F51E6D" w:rsidRPr="00F46C7B">
              <w:rPr>
                <w:color w:val="0000FF"/>
                <w:sz w:val="36"/>
                <w:szCs w:val="36"/>
                <w:vertAlign w:val="superscript"/>
              </w:rPr>
              <w:tab/>
            </w:r>
            <w:r w:rsidR="00F51E6D" w:rsidRPr="00F46C7B">
              <w:rPr>
                <w:color w:val="0000FF"/>
                <w:sz w:val="36"/>
                <w:szCs w:val="36"/>
                <w:vertAlign w:val="superscript"/>
              </w:rPr>
              <w:tab/>
            </w:r>
          </w:p>
          <w:p w:rsidR="008866C2" w:rsidRPr="00F51E6D" w:rsidRDefault="008866C2">
            <w:pPr>
              <w:rPr>
                <w:szCs w:val="28"/>
                <w:lang w:eastAsia="en-US"/>
              </w:rPr>
            </w:pPr>
          </w:p>
        </w:tc>
      </w:tr>
    </w:tbl>
    <w:p w:rsidR="008866C2" w:rsidRDefault="008866C2" w:rsidP="008866C2">
      <w:pPr>
        <w:rPr>
          <w:szCs w:val="28"/>
        </w:rPr>
      </w:pPr>
    </w:p>
    <w:p w:rsidR="00F51E6D" w:rsidRPr="00047AB9" w:rsidRDefault="00F51E6D" w:rsidP="00F51E6D">
      <w:pPr>
        <w:autoSpaceDE w:val="0"/>
        <w:autoSpaceDN w:val="0"/>
        <w:adjustRightInd w:val="0"/>
        <w:jc w:val="center"/>
        <w:rPr>
          <w:szCs w:val="28"/>
        </w:rPr>
      </w:pPr>
      <w:r w:rsidRPr="00047AB9">
        <w:rPr>
          <w:szCs w:val="28"/>
        </w:rPr>
        <w:t>О мерах по организации</w:t>
      </w:r>
      <w:r>
        <w:rPr>
          <w:szCs w:val="28"/>
        </w:rPr>
        <w:br/>
      </w:r>
      <w:r w:rsidRPr="00047AB9">
        <w:rPr>
          <w:szCs w:val="28"/>
        </w:rPr>
        <w:t>отдыха и оздоровления детей</w:t>
      </w:r>
    </w:p>
    <w:p w:rsidR="00F51E6D" w:rsidRPr="003329AE" w:rsidRDefault="00F51E6D" w:rsidP="00F51E6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в Орловской области в 2025</w:t>
      </w:r>
      <w:r w:rsidRPr="00047AB9">
        <w:rPr>
          <w:szCs w:val="28"/>
        </w:rPr>
        <w:t xml:space="preserve"> году</w:t>
      </w:r>
    </w:p>
    <w:p w:rsidR="00F51E6D" w:rsidRDefault="00F51E6D" w:rsidP="00F51E6D">
      <w:pPr>
        <w:autoSpaceDE w:val="0"/>
        <w:autoSpaceDN w:val="0"/>
        <w:adjustRightInd w:val="0"/>
        <w:ind w:firstLine="540"/>
        <w:rPr>
          <w:szCs w:val="28"/>
        </w:rPr>
      </w:pPr>
    </w:p>
    <w:p w:rsidR="00F51E6D" w:rsidRPr="003329AE" w:rsidRDefault="00F51E6D" w:rsidP="00F51E6D">
      <w:pPr>
        <w:autoSpaceDE w:val="0"/>
        <w:autoSpaceDN w:val="0"/>
        <w:adjustRightInd w:val="0"/>
        <w:ind w:firstLine="540"/>
        <w:rPr>
          <w:szCs w:val="28"/>
        </w:rPr>
      </w:pPr>
    </w:p>
    <w:p w:rsidR="00F51E6D" w:rsidRPr="005B31F7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3329AE">
        <w:rPr>
          <w:szCs w:val="28"/>
        </w:rPr>
        <w:t xml:space="preserve">В целях сохранения и укрепления здоровья, развития творческих </w:t>
      </w:r>
      <w:r w:rsidRPr="005B31F7">
        <w:rPr>
          <w:szCs w:val="28"/>
        </w:rPr>
        <w:t xml:space="preserve">способностей детей, повышения их образовательного уровня, социальной поддержки детей, находящихся в трудной жизненной ситуации, организации адресной и дифференцированной поддержки семей с детьми, профилактики безнадзорности и правонарушений несовершеннолетних, в соответствии </w:t>
      </w:r>
      <w:r w:rsidRPr="005B31F7">
        <w:rPr>
          <w:szCs w:val="28"/>
        </w:rPr>
        <w:br/>
      </w:r>
      <w:r w:rsidRPr="002F42D0">
        <w:rPr>
          <w:spacing w:val="-6"/>
          <w:szCs w:val="28"/>
        </w:rPr>
        <w:t xml:space="preserve">с </w:t>
      </w:r>
      <w:hyperlink r:id="rId7" w:history="1">
        <w:r w:rsidRPr="002F42D0">
          <w:rPr>
            <w:spacing w:val="-6"/>
            <w:szCs w:val="28"/>
          </w:rPr>
          <w:t>Законом</w:t>
        </w:r>
      </w:hyperlink>
      <w:r w:rsidRPr="002F42D0">
        <w:rPr>
          <w:spacing w:val="-6"/>
          <w:szCs w:val="28"/>
        </w:rPr>
        <w:t xml:space="preserve"> Орловской области от 5 февраля 2010 года № 1021-ОЗ «Об основах</w:t>
      </w:r>
      <w:r w:rsidRPr="005B31F7">
        <w:rPr>
          <w:szCs w:val="28"/>
        </w:rPr>
        <w:t xml:space="preserve"> организации и обеспечения отдыха и оздоровления детей в Орловской области» Правительство Орловской области </w:t>
      </w:r>
      <w:proofErr w:type="gramStart"/>
      <w:r w:rsidRPr="005B31F7">
        <w:rPr>
          <w:szCs w:val="28"/>
        </w:rPr>
        <w:t>п</w:t>
      </w:r>
      <w:proofErr w:type="gramEnd"/>
      <w:r w:rsidRPr="005B31F7">
        <w:rPr>
          <w:szCs w:val="28"/>
        </w:rPr>
        <w:t xml:space="preserve"> о с т а н о в л я е т:</w:t>
      </w:r>
    </w:p>
    <w:p w:rsidR="00F51E6D" w:rsidRPr="005B31F7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</w:p>
    <w:p w:rsidR="00F51E6D" w:rsidRPr="005B31F7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5B31F7">
        <w:rPr>
          <w:szCs w:val="28"/>
        </w:rPr>
        <w:t>1. Утвердить: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 xml:space="preserve">1) среднюю стоимость путевки в государственные учреждения Орловской области, оказывающие услуги по отдыху и оздоровлению детей, согласно </w:t>
      </w:r>
      <w:hyperlink w:anchor="Par87" w:history="1">
        <w:r w:rsidRPr="00723D88">
          <w:rPr>
            <w:szCs w:val="28"/>
          </w:rPr>
          <w:t>приложению 1</w:t>
        </w:r>
      </w:hyperlink>
      <w:r w:rsidRPr="00723D88">
        <w:rPr>
          <w:szCs w:val="28"/>
        </w:rPr>
        <w:t xml:space="preserve"> к настоящему постановлению;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 xml:space="preserve">2) среднюю стоимость питания в лагерях с дневным пребыванием, организованных образовательными организациями Орловской области, осуществляющими организацию отдыха и </w:t>
      </w:r>
      <w:proofErr w:type="gramStart"/>
      <w:r w:rsidRPr="00723D88">
        <w:rPr>
          <w:szCs w:val="28"/>
        </w:rPr>
        <w:t>оздоровления</w:t>
      </w:r>
      <w:proofErr w:type="gramEnd"/>
      <w:r w:rsidRPr="00723D88">
        <w:rPr>
          <w:szCs w:val="28"/>
        </w:rPr>
        <w:t xml:space="preserve"> обучающихся </w:t>
      </w:r>
      <w:r>
        <w:rPr>
          <w:szCs w:val="28"/>
        </w:rPr>
        <w:br/>
      </w:r>
      <w:r w:rsidRPr="00723D88">
        <w:rPr>
          <w:szCs w:val="28"/>
        </w:rPr>
        <w:t xml:space="preserve">в каникулярное время, согласно </w:t>
      </w:r>
      <w:hyperlink w:anchor="Par117" w:history="1">
        <w:r w:rsidRPr="00723D88">
          <w:rPr>
            <w:szCs w:val="28"/>
          </w:rPr>
          <w:t>приложению 2</w:t>
        </w:r>
      </w:hyperlink>
      <w:r w:rsidRPr="00723D88">
        <w:rPr>
          <w:szCs w:val="28"/>
        </w:rPr>
        <w:t xml:space="preserve"> к настоящему постановлению;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 xml:space="preserve">3) тематику профильных смен в государственных учреждениях Орловской области, оказывающих услуги по отдыху и оздоровлению детей, согласно </w:t>
      </w:r>
      <w:hyperlink w:anchor="Par144" w:history="1">
        <w:r w:rsidRPr="00723D88">
          <w:rPr>
            <w:szCs w:val="28"/>
          </w:rPr>
          <w:t>приложению 3</w:t>
        </w:r>
      </w:hyperlink>
      <w:r w:rsidRPr="00723D88">
        <w:rPr>
          <w:szCs w:val="28"/>
        </w:rPr>
        <w:t xml:space="preserve"> к настоящему постановлению.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 xml:space="preserve">2. Определить Департамент образования Орловской области органом исполнительной государственной власти специальной компетенции Орловской области, уполномоченным в сфере отдыха и оздоровления детей </w:t>
      </w:r>
      <w:r w:rsidRPr="00723D88">
        <w:rPr>
          <w:szCs w:val="28"/>
        </w:rPr>
        <w:br/>
        <w:t>в части: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723D88">
        <w:rPr>
          <w:szCs w:val="28"/>
        </w:rPr>
        <w:t xml:space="preserve">1) организации оздоровления за счет средств областного бюджета </w:t>
      </w:r>
      <w:r>
        <w:rPr>
          <w:szCs w:val="28"/>
        </w:rPr>
        <w:br/>
      </w:r>
      <w:r w:rsidRPr="00723D88">
        <w:rPr>
          <w:szCs w:val="28"/>
        </w:rPr>
        <w:t xml:space="preserve">в пределах бюджетных ассигнований, утвержденных </w:t>
      </w:r>
      <w:hyperlink r:id="rId8" w:history="1">
        <w:r w:rsidRPr="00723D88">
          <w:rPr>
            <w:szCs w:val="28"/>
          </w:rPr>
          <w:t>Законом</w:t>
        </w:r>
      </w:hyperlink>
      <w:r w:rsidRPr="00723D88">
        <w:rPr>
          <w:szCs w:val="28"/>
        </w:rPr>
        <w:t xml:space="preserve"> Орловской </w:t>
      </w:r>
      <w:r w:rsidRPr="00723D88">
        <w:rPr>
          <w:spacing w:val="-6"/>
          <w:szCs w:val="28"/>
        </w:rPr>
        <w:t>области от 3 декабря 2024 года № 3137-ОЗ «Об областном бюджете на 2025 год</w:t>
      </w:r>
      <w:r w:rsidRPr="00723D88">
        <w:rPr>
          <w:szCs w:val="28"/>
        </w:rPr>
        <w:t xml:space="preserve"> </w:t>
      </w:r>
      <w:r w:rsidRPr="00723D88">
        <w:rPr>
          <w:szCs w:val="28"/>
        </w:rPr>
        <w:br/>
      </w:r>
      <w:r w:rsidRPr="00723D88">
        <w:rPr>
          <w:szCs w:val="28"/>
        </w:rPr>
        <w:lastRenderedPageBreak/>
        <w:t xml:space="preserve">и на плановый период 2026 и 2027 годов», и лимитов бюджетных обязательств, доведенных до главных распорядителей бюджетных средств </w:t>
      </w:r>
      <w:r>
        <w:rPr>
          <w:szCs w:val="28"/>
        </w:rPr>
        <w:br/>
      </w:r>
      <w:r w:rsidRPr="00723D88">
        <w:rPr>
          <w:szCs w:val="28"/>
        </w:rPr>
        <w:t>на 2025 год, следующих лиц:</w:t>
      </w:r>
      <w:proofErr w:type="gramEnd"/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 xml:space="preserve">а) обучающихся и воспитанников государственных образовательных организаций Орловской области для обучающихся, воспитанников </w:t>
      </w:r>
      <w:r>
        <w:rPr>
          <w:szCs w:val="28"/>
        </w:rPr>
        <w:br/>
      </w:r>
      <w:r w:rsidRPr="00723D88">
        <w:rPr>
          <w:szCs w:val="28"/>
        </w:rPr>
        <w:t>с ограниченными возможностями здоровья, частных образовательных организаций для детей-сирот и детей, оставшихся без попечения родителей, казенных стационарных учреждений социального обслуживания Орловской области;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>б) одаренных детей, обучающихся в государственных образовательных организациях Орловской области дополнительного образования (одаренным считается ребенок, имеющий повышенную мотивацию к обучению, творчеству, социальной деятельности и достигший результатов в выбранном виде деятельности на уровне муниципального образования, региона, Российской Федерации, подтвержденных соответствующими грамотами, дипломами победителя, призера);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 xml:space="preserve">в) детей, находящихся в трудной жизненной ситуации, отнесенных </w:t>
      </w:r>
      <w:r w:rsidRPr="00723D88">
        <w:rPr>
          <w:szCs w:val="28"/>
        </w:rPr>
        <w:br/>
      </w:r>
      <w:r w:rsidRPr="00723D88">
        <w:rPr>
          <w:spacing w:val="-6"/>
          <w:szCs w:val="28"/>
        </w:rPr>
        <w:t xml:space="preserve">к этой категории в соответствии с Федеральным </w:t>
      </w:r>
      <w:hyperlink r:id="rId9" w:history="1">
        <w:r w:rsidRPr="00723D88">
          <w:rPr>
            <w:spacing w:val="-6"/>
            <w:szCs w:val="28"/>
          </w:rPr>
          <w:t>законом</w:t>
        </w:r>
      </w:hyperlink>
      <w:r w:rsidRPr="00723D88">
        <w:rPr>
          <w:spacing w:val="-6"/>
          <w:szCs w:val="28"/>
        </w:rPr>
        <w:t xml:space="preserve"> от 24 июля 1998 года</w:t>
      </w:r>
      <w:r w:rsidRPr="00723D88">
        <w:rPr>
          <w:szCs w:val="28"/>
        </w:rPr>
        <w:t xml:space="preserve"> </w:t>
      </w:r>
      <w:r w:rsidRPr="00723D88">
        <w:rPr>
          <w:szCs w:val="28"/>
        </w:rPr>
        <w:br/>
        <w:t>№ 124-ФЗ «Об основных гарантиях прав ребенка в Российской Федерации»;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>г) детей – членов областных молодежных и детских общественных объединений;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>д) детей из многодетных семей, обучающихся в государственных общеобразовательных организациях Орловской области;</w:t>
      </w:r>
    </w:p>
    <w:p w:rsidR="00F51E6D" w:rsidRPr="00723D88" w:rsidRDefault="00F51E6D" w:rsidP="00F51E6D">
      <w:pPr>
        <w:autoSpaceDE w:val="0"/>
        <w:autoSpaceDN w:val="0"/>
        <w:adjustRightInd w:val="0"/>
        <w:ind w:firstLine="708"/>
        <w:rPr>
          <w:szCs w:val="28"/>
        </w:rPr>
      </w:pPr>
      <w:proofErr w:type="gramStart"/>
      <w:r w:rsidRPr="00723D88">
        <w:rPr>
          <w:szCs w:val="28"/>
        </w:rPr>
        <w:t xml:space="preserve">е) детей граждан Российской Федерации, призванных на военную службу по мобилизации в Вооруженные Силы Российской Федерации, либо заключивших контракт </w:t>
      </w:r>
      <w:r w:rsidRPr="00723D88">
        <w:rPr>
          <w:bCs/>
          <w:szCs w:val="28"/>
        </w:rPr>
        <w:t xml:space="preserve">в соответствии с пунктом 7 статьи 38 Федерального закона от 28 марта 1998 года № 53-ФЗ «О воинской обязанности и военной службе», </w:t>
      </w:r>
      <w:r w:rsidRPr="00723D88">
        <w:rPr>
          <w:szCs w:val="28"/>
        </w:rPr>
        <w:t>направленных пунктом отбора на военную службу по контракту Московского военного округа по Орловской области или федеральным казенным учреждением «Военный комиссариат</w:t>
      </w:r>
      <w:proofErr w:type="gramEnd"/>
      <w:r w:rsidRPr="00723D88">
        <w:rPr>
          <w:szCs w:val="28"/>
        </w:rPr>
        <w:t xml:space="preserve"> </w:t>
      </w:r>
      <w:proofErr w:type="gramStart"/>
      <w:r w:rsidRPr="00723D88">
        <w:rPr>
          <w:szCs w:val="28"/>
        </w:rPr>
        <w:t xml:space="preserve">Орловской области» для прохождения военной службы по контракту, </w:t>
      </w:r>
      <w:r w:rsidRPr="00723D88">
        <w:rPr>
          <w:bCs/>
          <w:szCs w:val="28"/>
        </w:rPr>
        <w:t xml:space="preserve">либо заключивших контракт </w:t>
      </w:r>
      <w:r>
        <w:rPr>
          <w:bCs/>
          <w:szCs w:val="28"/>
        </w:rPr>
        <w:br/>
      </w:r>
      <w:r w:rsidRPr="00723D88">
        <w:rPr>
          <w:bCs/>
          <w:szCs w:val="28"/>
        </w:rPr>
        <w:t xml:space="preserve">о добровольном содействии в выполнении задач, возложенных </w:t>
      </w:r>
      <w:r>
        <w:rPr>
          <w:bCs/>
          <w:szCs w:val="28"/>
        </w:rPr>
        <w:br/>
      </w:r>
      <w:r w:rsidRPr="00723D88">
        <w:rPr>
          <w:bCs/>
          <w:szCs w:val="28"/>
        </w:rPr>
        <w:t xml:space="preserve">на Вооруженные Силы Российской Федерации или войска национальной гвардии Российской Федерации, </w:t>
      </w:r>
      <w:r w:rsidRPr="00723D88">
        <w:rPr>
          <w:szCs w:val="28"/>
        </w:rPr>
        <w:t xml:space="preserve">сотрудников и военнослужащих Управления Федеральной службы войск национальной гвардии Российской Федерации </w:t>
      </w:r>
      <w:r>
        <w:rPr>
          <w:szCs w:val="28"/>
        </w:rPr>
        <w:br/>
      </w:r>
      <w:r w:rsidRPr="00723D88">
        <w:rPr>
          <w:szCs w:val="28"/>
        </w:rPr>
        <w:t>по Орловской области, командированных для выполнения задач в ходе специальной военной операции на территории Украины, Донецкой Народной Республики, Луганской Народной</w:t>
      </w:r>
      <w:proofErr w:type="gramEnd"/>
      <w:r w:rsidRPr="00723D88">
        <w:rPr>
          <w:szCs w:val="28"/>
        </w:rPr>
        <w:t xml:space="preserve"> Республики, Херсонской и Запорожской областей; </w:t>
      </w:r>
    </w:p>
    <w:p w:rsidR="00F51E6D" w:rsidRPr="00723D88" w:rsidRDefault="00F51E6D" w:rsidP="00F51E6D">
      <w:pPr>
        <w:autoSpaceDE w:val="0"/>
        <w:autoSpaceDN w:val="0"/>
        <w:adjustRightInd w:val="0"/>
        <w:ind w:firstLine="708"/>
        <w:rPr>
          <w:szCs w:val="28"/>
        </w:rPr>
      </w:pPr>
      <w:r w:rsidRPr="00723D88">
        <w:rPr>
          <w:szCs w:val="28"/>
        </w:rPr>
        <w:t>ж) детей, получивших в возрасте до 18 лет увечье (ранение, травму, контузию) на территории Донецкой Народной Республики, Луганской Народной Республики, Запорожской области или Херсонской области либо территории субъекта Российской Федерации, прилегающей к районам проведения специальной военной операции;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lastRenderedPageBreak/>
        <w:t xml:space="preserve">2) формирования и ведения реестра организаций отдыха детей </w:t>
      </w:r>
      <w:r>
        <w:rPr>
          <w:szCs w:val="28"/>
        </w:rPr>
        <w:br/>
      </w:r>
      <w:r w:rsidRPr="00723D88">
        <w:rPr>
          <w:szCs w:val="28"/>
        </w:rPr>
        <w:t>и их оздоровления, а также его размещения на официальном сайте в сети Интернет;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 xml:space="preserve">3) осуществления в пределах своих полномочий регионального государственного контроля (надзора) за достоверностью, актуальностью </w:t>
      </w:r>
      <w:r>
        <w:rPr>
          <w:szCs w:val="28"/>
        </w:rPr>
        <w:br/>
      </w:r>
      <w:r w:rsidRPr="00723D88">
        <w:rPr>
          <w:szCs w:val="28"/>
        </w:rPr>
        <w:t>и полнотой сведений об организациях отдыха детей и их оздоровления, содержащихся в реестре организаций отдыха детей и их оздоровления;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>4) взаимодействия с органами исполнительной власти иных субъектов Российской Федерации в случае направления детей в организации отдыха детей и их оздоровления, находящиеся за пределами территории Орловской области;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 xml:space="preserve">5) осуществления в соответствии с законодательством Российской Федерации мер по защите прав детей на отдых, охрану жизни и здоровья </w:t>
      </w:r>
      <w:r w:rsidRPr="00723D88">
        <w:rPr>
          <w:szCs w:val="28"/>
        </w:rPr>
        <w:br/>
        <w:t>в организациях, оказывающих услуги по отдыху и оздоровлению детей;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>6) организации мониторинга эффективности и качества оздоровления детей в Орловской области;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>7) формирования в установленном порядке государственной межведомственной комиссии по проверке готовности организаций, оказывающих услуги по отдыху и оздоровлению детей, к летней оздоровительной кампании.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 xml:space="preserve">3. </w:t>
      </w:r>
      <w:proofErr w:type="gramStart"/>
      <w:r w:rsidRPr="00723D88">
        <w:rPr>
          <w:szCs w:val="28"/>
        </w:rPr>
        <w:t xml:space="preserve">Определить Департамент физической культуры и спорта Орловской области органом исполнительной государственной власти специальной компетенции Орловской области, уполномоченным в сфере отдыха </w:t>
      </w:r>
      <w:r>
        <w:rPr>
          <w:szCs w:val="28"/>
        </w:rPr>
        <w:br/>
      </w:r>
      <w:r w:rsidRPr="00723D88">
        <w:rPr>
          <w:szCs w:val="28"/>
        </w:rPr>
        <w:t xml:space="preserve">и оздоровления детей в части организации оздоровления за счет средств областного бюджета в пределах бюджетных ассигнований, утвержденных </w:t>
      </w:r>
      <w:hyperlink r:id="rId10" w:history="1">
        <w:r w:rsidRPr="00723D88">
          <w:rPr>
            <w:szCs w:val="28"/>
          </w:rPr>
          <w:t>Законом</w:t>
        </w:r>
      </w:hyperlink>
      <w:r w:rsidRPr="00723D88">
        <w:rPr>
          <w:szCs w:val="28"/>
        </w:rPr>
        <w:t xml:space="preserve"> Орловской области от 3 декабря 2024 года № 3137-ОЗ </w:t>
      </w:r>
      <w:r w:rsidRPr="00723D88">
        <w:rPr>
          <w:szCs w:val="28"/>
        </w:rPr>
        <w:br/>
        <w:t xml:space="preserve">«Об областном бюджете на 2025 год и на плановый период </w:t>
      </w:r>
      <w:r>
        <w:rPr>
          <w:szCs w:val="28"/>
        </w:rPr>
        <w:br/>
      </w:r>
      <w:r w:rsidRPr="00723D88">
        <w:rPr>
          <w:szCs w:val="28"/>
        </w:rPr>
        <w:t>2026 и 2027 годов</w:t>
      </w:r>
      <w:proofErr w:type="gramEnd"/>
      <w:r w:rsidRPr="00723D88">
        <w:rPr>
          <w:szCs w:val="28"/>
        </w:rPr>
        <w:t xml:space="preserve">», и лимитов бюджетных обязательств, доведенных </w:t>
      </w:r>
      <w:r>
        <w:rPr>
          <w:szCs w:val="28"/>
        </w:rPr>
        <w:br/>
      </w:r>
      <w:r w:rsidRPr="00723D88">
        <w:rPr>
          <w:szCs w:val="28"/>
        </w:rPr>
        <w:t>до главных распорядителей бюджетных средств на 2025 год,  следующих лиц: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>1) одаренных детей, обучающихся в государственных образовательных организациях Орловской области дополнительного образования и (или) проходящих спортивную подготовку в государственных учреждениях Орловской области спортивной направленности, находящихся в ведении Департамента физической культуры и спорта Орловской области;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 xml:space="preserve">2) детей, находящихся в трудной жизненной ситуации, отнесенных </w:t>
      </w:r>
      <w:r w:rsidRPr="00723D88">
        <w:rPr>
          <w:szCs w:val="28"/>
        </w:rPr>
        <w:br/>
        <w:t xml:space="preserve">к этой категории в соответствии с Федеральным </w:t>
      </w:r>
      <w:hyperlink r:id="rId11" w:history="1">
        <w:r w:rsidRPr="00723D88">
          <w:rPr>
            <w:szCs w:val="28"/>
          </w:rPr>
          <w:t>законом</w:t>
        </w:r>
      </w:hyperlink>
      <w:r w:rsidRPr="00723D88">
        <w:rPr>
          <w:szCs w:val="28"/>
        </w:rPr>
        <w:t xml:space="preserve"> от 24 июля </w:t>
      </w:r>
      <w:r>
        <w:rPr>
          <w:szCs w:val="28"/>
        </w:rPr>
        <w:br/>
      </w:r>
      <w:r w:rsidRPr="00723D88">
        <w:rPr>
          <w:szCs w:val="28"/>
        </w:rPr>
        <w:t>1998 года № 124-ФЗ «Об основных гарантиях прав ребенка в Российской Федерации»;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>3) детей – членов областных молодежных и детских общественных объединений.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 xml:space="preserve">4. Определить Департамент здравоохранения Орловской области органом исполнительной государственной власти специальной компетенции Орловской области, уполномоченным в сфере отдыха и оздоровления детей </w:t>
      </w:r>
      <w:r w:rsidRPr="00723D88">
        <w:rPr>
          <w:szCs w:val="28"/>
        </w:rPr>
        <w:br/>
        <w:t>в части организации: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lastRenderedPageBreak/>
        <w:t xml:space="preserve">1) оказания медицинской помощи детям в период их отдыха </w:t>
      </w:r>
      <w:r w:rsidRPr="00723D88">
        <w:rPr>
          <w:szCs w:val="28"/>
        </w:rPr>
        <w:br/>
        <w:t>и оздоровления путем содействия в комплектовании учреждений, оказывающих услуги по отдыху и оздоровлению детей, медицинским персоналом;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 xml:space="preserve">2) оздоровления за счет средств областного бюджета в пределах бюджетных ассигнований, утвержденных </w:t>
      </w:r>
      <w:hyperlink r:id="rId12" w:history="1">
        <w:r w:rsidRPr="00723D88">
          <w:rPr>
            <w:szCs w:val="28"/>
          </w:rPr>
          <w:t>Законом</w:t>
        </w:r>
      </w:hyperlink>
      <w:r w:rsidRPr="00723D88">
        <w:rPr>
          <w:szCs w:val="28"/>
        </w:rPr>
        <w:t xml:space="preserve"> Орловской области </w:t>
      </w:r>
      <w:r w:rsidRPr="00723D88">
        <w:rPr>
          <w:szCs w:val="28"/>
        </w:rPr>
        <w:br/>
        <w:t xml:space="preserve">от 3 декабря 2024 года № 3137-ОЗ «Об областном бюджете на 2025 год </w:t>
      </w:r>
      <w:r w:rsidRPr="00723D88">
        <w:rPr>
          <w:szCs w:val="28"/>
        </w:rPr>
        <w:br/>
        <w:t xml:space="preserve">и на плановый период 2026 и 2027 годов», и лимитов бюджетных обязательств, доведенных до главных распорядителей бюджетных средств </w:t>
      </w:r>
      <w:r>
        <w:rPr>
          <w:szCs w:val="28"/>
        </w:rPr>
        <w:br/>
      </w:r>
      <w:r w:rsidRPr="00723D88">
        <w:rPr>
          <w:szCs w:val="28"/>
        </w:rPr>
        <w:t>на 2025 год, следующих лиц: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>а) одаренных детей, обучающихся в государственных образовательных учреждениях Орловской области;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>б) одаренных детей, обучающихся в государственных образовательных организациях Орловской области дополнительного образования и (или) проходящих спортивную подготовку в государственных учреждениях Орловской области спортивной направленности, находящихся в ведении Департамента физической культуры и спорта Орловской области;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 xml:space="preserve">в) детей, находящихся в трудной жизненной ситуации, отнесенных </w:t>
      </w:r>
      <w:r>
        <w:rPr>
          <w:szCs w:val="28"/>
        </w:rPr>
        <w:br/>
      </w:r>
      <w:r w:rsidRPr="00723D88">
        <w:rPr>
          <w:szCs w:val="28"/>
        </w:rPr>
        <w:t xml:space="preserve">к этой категории в соответствии с Федеральным </w:t>
      </w:r>
      <w:hyperlink r:id="rId13" w:history="1">
        <w:r w:rsidRPr="00723D88">
          <w:rPr>
            <w:szCs w:val="28"/>
          </w:rPr>
          <w:t>законом</w:t>
        </w:r>
      </w:hyperlink>
      <w:r w:rsidRPr="00723D88">
        <w:rPr>
          <w:szCs w:val="28"/>
        </w:rPr>
        <w:t xml:space="preserve"> от 24 июля </w:t>
      </w:r>
      <w:r>
        <w:rPr>
          <w:szCs w:val="28"/>
        </w:rPr>
        <w:br/>
      </w:r>
      <w:r w:rsidRPr="00723D88">
        <w:rPr>
          <w:szCs w:val="28"/>
        </w:rPr>
        <w:t>1998 года № 124-ФЗ «Об основных гарантиях прав ребенка в Российской Федерации»;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>г) детей – членов областных молодежных и детских общественных объединений;</w:t>
      </w:r>
    </w:p>
    <w:p w:rsidR="00F51E6D" w:rsidRPr="00723D88" w:rsidRDefault="00F51E6D" w:rsidP="00F51E6D">
      <w:pPr>
        <w:autoSpaceDE w:val="0"/>
        <w:autoSpaceDN w:val="0"/>
        <w:adjustRightInd w:val="0"/>
        <w:ind w:firstLine="708"/>
        <w:rPr>
          <w:szCs w:val="28"/>
        </w:rPr>
      </w:pPr>
      <w:proofErr w:type="gramStart"/>
      <w:r w:rsidRPr="00723D88">
        <w:rPr>
          <w:szCs w:val="28"/>
        </w:rPr>
        <w:t xml:space="preserve">д) детей граждан Российской Федерации, призванных на военную службу по мобилизации в Вооруженные Силы Российской Федерации, либо заключивших контракт </w:t>
      </w:r>
      <w:r w:rsidRPr="00723D88">
        <w:rPr>
          <w:bCs/>
          <w:szCs w:val="28"/>
        </w:rPr>
        <w:t xml:space="preserve">в соответствии с пунктом 7 статьи 38 Федерального закона от 28 марта 1998 года № 53-ФЗ «О воинской обязанности и военной службе», </w:t>
      </w:r>
      <w:r w:rsidRPr="00723D88">
        <w:rPr>
          <w:szCs w:val="28"/>
        </w:rPr>
        <w:t>направленных пунктом отбора на военную службу по контракту Московского военного округа по Орловской области или федеральным казенным учреждением «Военный комиссариат</w:t>
      </w:r>
      <w:proofErr w:type="gramEnd"/>
      <w:r w:rsidRPr="00723D88">
        <w:rPr>
          <w:szCs w:val="28"/>
        </w:rPr>
        <w:t xml:space="preserve"> </w:t>
      </w:r>
      <w:proofErr w:type="gramStart"/>
      <w:r w:rsidRPr="00723D88">
        <w:rPr>
          <w:szCs w:val="28"/>
        </w:rPr>
        <w:t xml:space="preserve">Орловской области» для прохождения военной службы по контракту, </w:t>
      </w:r>
      <w:r w:rsidRPr="00723D88">
        <w:rPr>
          <w:bCs/>
          <w:szCs w:val="28"/>
        </w:rPr>
        <w:t xml:space="preserve">либо заключивших контракт </w:t>
      </w:r>
      <w:r>
        <w:rPr>
          <w:bCs/>
          <w:szCs w:val="28"/>
        </w:rPr>
        <w:br/>
      </w:r>
      <w:r w:rsidRPr="00723D88">
        <w:rPr>
          <w:bCs/>
          <w:szCs w:val="28"/>
        </w:rPr>
        <w:t xml:space="preserve">о добровольном содействии в выполнении задач, возложенных </w:t>
      </w:r>
      <w:r>
        <w:rPr>
          <w:bCs/>
          <w:szCs w:val="28"/>
        </w:rPr>
        <w:br/>
      </w:r>
      <w:r w:rsidRPr="00723D88">
        <w:rPr>
          <w:bCs/>
          <w:szCs w:val="28"/>
        </w:rPr>
        <w:t xml:space="preserve">на Вооруженные Силы Российской Федерации или войска национальной гвардии Российской Федерации, </w:t>
      </w:r>
      <w:r w:rsidRPr="00723D88">
        <w:rPr>
          <w:szCs w:val="28"/>
        </w:rPr>
        <w:t xml:space="preserve">сотрудников и военнослужащих Управления Федеральной службы войск национальной гвардии Российской Федерации </w:t>
      </w:r>
      <w:r>
        <w:rPr>
          <w:szCs w:val="28"/>
        </w:rPr>
        <w:br/>
      </w:r>
      <w:r w:rsidRPr="00723D88">
        <w:rPr>
          <w:szCs w:val="28"/>
        </w:rPr>
        <w:t>по Орловской области, командированных для выполнения задач в ходе специальной военной операции на территории Украины, Донецкой Народной Республики, Луганской Народной</w:t>
      </w:r>
      <w:proofErr w:type="gramEnd"/>
      <w:r w:rsidRPr="00723D88">
        <w:rPr>
          <w:szCs w:val="28"/>
        </w:rPr>
        <w:t xml:space="preserve"> Республики, Херсонской и Запорожской областей. 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 xml:space="preserve">5. </w:t>
      </w:r>
      <w:proofErr w:type="gramStart"/>
      <w:r w:rsidRPr="00723D88">
        <w:rPr>
          <w:szCs w:val="28"/>
        </w:rPr>
        <w:t xml:space="preserve">Определить Департамент социальной защиты, опеки </w:t>
      </w:r>
      <w:r w:rsidRPr="00723D88">
        <w:rPr>
          <w:szCs w:val="28"/>
        </w:rPr>
        <w:br/>
        <w:t xml:space="preserve">и попечительства, труда и занятости Орловской области органом исполнительной государственной власти специальной компетенции Орловской области, уполномоченным в сфере отдыха и оздоровления детей </w:t>
      </w:r>
      <w:r w:rsidRPr="00723D88">
        <w:rPr>
          <w:szCs w:val="28"/>
        </w:rPr>
        <w:br/>
        <w:t xml:space="preserve">в части организации временного трудоустройства несовершеннолетних граждан в возрасте от 14 до 18 лет в период летних каникул </w:t>
      </w:r>
      <w:r w:rsidRPr="00723D88">
        <w:rPr>
          <w:szCs w:val="28"/>
        </w:rPr>
        <w:br/>
      </w:r>
      <w:r w:rsidRPr="00723D88">
        <w:rPr>
          <w:szCs w:val="28"/>
        </w:rPr>
        <w:lastRenderedPageBreak/>
        <w:t>во взаимодействии с органами местного самоуправления муниципальных образований Орловской области.</w:t>
      </w:r>
      <w:proofErr w:type="gramEnd"/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 xml:space="preserve">6. Департаменту образования Орловской области в соответствии </w:t>
      </w:r>
      <w:r>
        <w:rPr>
          <w:szCs w:val="28"/>
        </w:rPr>
        <w:br/>
      </w:r>
      <w:r w:rsidRPr="00723D88">
        <w:rPr>
          <w:szCs w:val="28"/>
        </w:rPr>
        <w:t xml:space="preserve">с Федеральным </w:t>
      </w:r>
      <w:hyperlink r:id="rId14" w:history="1">
        <w:r w:rsidRPr="00723D88">
          <w:rPr>
            <w:szCs w:val="28"/>
          </w:rPr>
          <w:t>законом</w:t>
        </w:r>
      </w:hyperlink>
      <w:r w:rsidRPr="00723D88">
        <w:rPr>
          <w:szCs w:val="28"/>
        </w:rPr>
        <w:t xml:space="preserve"> от 6 мая 2011 года № 100-ФЗ «О добровольной пожарной охране» обеспечить функционирование: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 xml:space="preserve">1) добровольной пожарной команды с круглосуточным дежурством </w:t>
      </w:r>
      <w:r>
        <w:rPr>
          <w:szCs w:val="28"/>
        </w:rPr>
        <w:br/>
      </w:r>
      <w:r w:rsidRPr="00723D88">
        <w:rPr>
          <w:szCs w:val="28"/>
        </w:rPr>
        <w:t>в бюджетном учреждении Орловской области дополнительного образования «Детский оздоровительно-образовательный (профильный) центр «Дружба»;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723D88">
        <w:rPr>
          <w:szCs w:val="28"/>
        </w:rPr>
        <w:t>2) добровольных пожарных дружин в бюджетном учреждении Орловской области дополнительного образования «Детский оздоровительно-образовательный (профильный) центр «Ёлочка», бюджетном учреждении Орловской области дополнительного образования «Детский оздоровительно-образовательный (профильный) центр «Солнечный» и бюджетном учреждении Орловской области дополнительного образования «Детский оздоровительно-образовательный (профильный) центр «Сосновый бор», находящихся в зонах вероятного воздействия природных пожаров.</w:t>
      </w:r>
      <w:proofErr w:type="gramEnd"/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>7. Департаменту информационно-аналитической работы Орловской области обеспечить всестороннее информационное освещение детской оздоровительной кампании.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>8. Департаменту финансов Орловской области выделить в 2025 году денежные средства из областного бюджета на мероприятия по организации оздоровительной кампании детей следующим органам исполнительной государственной власти специальной компетенции Орловской области: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 xml:space="preserve">1) Департаменту образования Орловской области – в сумме </w:t>
      </w:r>
      <w:r w:rsidRPr="00723D88">
        <w:rPr>
          <w:szCs w:val="28"/>
        </w:rPr>
        <w:br/>
        <w:t>71 355 539,80 рубля, из них: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>по КБК 011 0709 5440170110 611 – 71 182 000,00 рубля;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>по КБК 011 0709 5440170110 244 – 173 539,80 рубля;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 xml:space="preserve">2) Департаменту физической культуры и спорта Орловской области – </w:t>
      </w:r>
      <w:r w:rsidRPr="00723D88">
        <w:rPr>
          <w:szCs w:val="28"/>
        </w:rPr>
        <w:br/>
        <w:t>в сумме 7 000 000,00 рубля по КБК 806 0709 5440170110 611;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>3) Департаменту здравоохранения Орловской области – в сумме 5 159 008,40 рубля по КБК 811 0905 5241870110 611.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 xml:space="preserve">9. </w:t>
      </w:r>
      <w:proofErr w:type="gramStart"/>
      <w:r w:rsidRPr="00723D88">
        <w:rPr>
          <w:szCs w:val="28"/>
        </w:rPr>
        <w:t xml:space="preserve">Управлению лесами Орловской области в целях обеспечения безопасного пребывания детей в загородных лагерях отдыха и оздоровления детей, исключения угрозы жизни и здоровью отдыхающих детей принять меры по обследованию территорий лесного фонда, прилегающих </w:t>
      </w:r>
      <w:r w:rsidRPr="00723D88">
        <w:rPr>
          <w:szCs w:val="28"/>
        </w:rPr>
        <w:br/>
        <w:t>к государственным учреждениям Орловской области, оказывающим услуги по отдыху и оздоровлению детей, в целях выявления больных и аварийных деревьев на расстоянии 50 метров от границ территории государственных учреждений</w:t>
      </w:r>
      <w:proofErr w:type="gramEnd"/>
      <w:r w:rsidRPr="00723D88">
        <w:rPr>
          <w:szCs w:val="28"/>
        </w:rPr>
        <w:t xml:space="preserve"> Орловской области, оказывающих услуги по отдыху </w:t>
      </w:r>
      <w:r w:rsidRPr="00723D88">
        <w:rPr>
          <w:szCs w:val="28"/>
        </w:rPr>
        <w:br/>
        <w:t>и оздоровлению детей.</w:t>
      </w:r>
    </w:p>
    <w:p w:rsidR="00F51E6D" w:rsidRPr="00723D88" w:rsidRDefault="00F51E6D" w:rsidP="00F51E6D">
      <w:pPr>
        <w:pStyle w:val="3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723D88">
        <w:rPr>
          <w:rFonts w:eastAsiaTheme="minorHAnsi"/>
          <w:b w:val="0"/>
          <w:bCs w:val="0"/>
          <w:sz w:val="28"/>
          <w:szCs w:val="28"/>
          <w:lang w:eastAsia="en-US"/>
        </w:rPr>
        <w:t xml:space="preserve">10. </w:t>
      </w:r>
      <w:proofErr w:type="gramStart"/>
      <w:r w:rsidRPr="00723D88">
        <w:rPr>
          <w:rFonts w:eastAsiaTheme="minorHAnsi"/>
          <w:b w:val="0"/>
          <w:bCs w:val="0"/>
          <w:sz w:val="28"/>
          <w:szCs w:val="28"/>
          <w:lang w:eastAsia="en-US"/>
        </w:rPr>
        <w:t xml:space="preserve">Рекомендовать Управлению Министерства внутренних дел Российской Федерации по Орловской области принять меры по обеспечению общественного порядка и безопасности жизни детей в период их пребывания в учреждениях, оказывающих услуги по отдыху и оздоровлению детей, </w:t>
      </w:r>
      <w:r w:rsidRPr="00723D88">
        <w:rPr>
          <w:rFonts w:eastAsiaTheme="minorHAnsi"/>
          <w:b w:val="0"/>
          <w:bCs w:val="0"/>
          <w:sz w:val="28"/>
          <w:szCs w:val="28"/>
          <w:lang w:eastAsia="en-US"/>
        </w:rPr>
        <w:br/>
        <w:t xml:space="preserve">а также при перевозках организованных групп детей по маршрутам </w:t>
      </w:r>
      <w:r w:rsidRPr="00723D88">
        <w:rPr>
          <w:rFonts w:eastAsiaTheme="minorHAnsi"/>
          <w:b w:val="0"/>
          <w:bCs w:val="0"/>
          <w:sz w:val="28"/>
          <w:szCs w:val="28"/>
          <w:lang w:eastAsia="en-US"/>
        </w:rPr>
        <w:lastRenderedPageBreak/>
        <w:t>следования к местам отдыха и обратно, меры по созданию условий для безопасного нахождения детей на улицах в период</w:t>
      </w:r>
      <w:proofErr w:type="gramEnd"/>
      <w:r w:rsidRPr="00723D88">
        <w:rPr>
          <w:rFonts w:eastAsiaTheme="minorHAnsi"/>
          <w:b w:val="0"/>
          <w:bCs w:val="0"/>
          <w:sz w:val="28"/>
          <w:szCs w:val="28"/>
          <w:lang w:eastAsia="en-US"/>
        </w:rPr>
        <w:t xml:space="preserve"> каникул.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 xml:space="preserve">11. Рекомендовать Главному управлению Министерства Российской Федерации по делам гражданской обороны, чрезвычайным ситуациям </w:t>
      </w:r>
      <w:r w:rsidRPr="00723D88">
        <w:rPr>
          <w:szCs w:val="28"/>
        </w:rPr>
        <w:br/>
        <w:t xml:space="preserve">и ликвидации последствий стихийных бедствий по Орловской области провести профилактические мероприятия по вопросам соблюдения требований пожарной безопасности и безопасности людей на водных объектах в отношении учреждений, оказывающих услуги по отдыху </w:t>
      </w:r>
      <w:r>
        <w:rPr>
          <w:szCs w:val="28"/>
        </w:rPr>
        <w:br/>
      </w:r>
      <w:r w:rsidRPr="00723D88">
        <w:rPr>
          <w:szCs w:val="28"/>
        </w:rPr>
        <w:t>и оздоровлению детей.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 xml:space="preserve">12. Рекомендовать Управлению Федеральной службы по надзору </w:t>
      </w:r>
      <w:r>
        <w:rPr>
          <w:szCs w:val="28"/>
        </w:rPr>
        <w:br/>
      </w:r>
      <w:r w:rsidRPr="00723D88">
        <w:rPr>
          <w:szCs w:val="28"/>
        </w:rPr>
        <w:t>в сфере защиты прав потребителей и благополучия человека по Орловской области осуществлять федеральный государственный санитарно-эпидемиологический контроль (надзор) за деятельностью учреждений, оказывающих услуги по отдыху и оздоровлению детей.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>13. Рекомендовать главам муниципальных образований Орловской области: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 xml:space="preserve">1) предусмотреть в местных бюджетах на 2025 год объем ассигнований на проведение оздоровительной кампании детей не ниже уровня 2024 года </w:t>
      </w:r>
      <w:r w:rsidRPr="00723D88">
        <w:rPr>
          <w:szCs w:val="28"/>
        </w:rPr>
        <w:br/>
        <w:t>и финансирование на проведение противоклещевых обработок в местах отдыха детей, а также сохранить показатели охвата детей различными формами отдыха и оздоровления;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>2) обеспечить соблюдение санитарно-противоэпидемических требований в организациях отдыха детей и их оздоровления в целях профилактики инфекционных заболеваний;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>3) принять меры по недопущению открытия несанкционированных детских оздоровительных лагерей на территории муниципальных образований Орловской области;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>4) обеспечить регулярную уборку территорий, прилегающих к детским оздоровительным лагерям, от мусора и сухой растительности, а также своевременный покос травы.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>14. Руководителям организаций отдыха детей и их оздоровления независимо от организационно-правовой формы и формы собственности: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 xml:space="preserve">1) проанализировать сведения о фактическом сроке эксплуатации систем противопожарной защиты и обеспечении комплексной безопасности объектов, а также разработать комплекс мер, направленных </w:t>
      </w:r>
      <w:r>
        <w:rPr>
          <w:szCs w:val="28"/>
        </w:rPr>
        <w:br/>
      </w:r>
      <w:r w:rsidRPr="00723D88">
        <w:rPr>
          <w:szCs w:val="28"/>
        </w:rPr>
        <w:t>на их совершенствование и обновление, до начала летней оздоровительной кампании 2025 года;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>2) организовать периодическое проведение обследования электросетей, кабелей, электрооборудования, а также обеспечить надлежащее состояние путей эвакуации и нормативное количество первичных средств пожаротушения;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 xml:space="preserve">3) обеспечить соблюдение санитарно-противоэпидемических требований в организациях отдыха и оздоровления, обратив особое внимание на организацию питания, водоснабжения, проведение </w:t>
      </w:r>
      <w:proofErr w:type="spellStart"/>
      <w:r w:rsidRPr="00723D88">
        <w:rPr>
          <w:szCs w:val="28"/>
        </w:rPr>
        <w:t>акарицидных</w:t>
      </w:r>
      <w:proofErr w:type="spellEnd"/>
      <w:r w:rsidRPr="00723D88">
        <w:rPr>
          <w:szCs w:val="28"/>
        </w:rPr>
        <w:t xml:space="preserve"> </w:t>
      </w:r>
      <w:r>
        <w:rPr>
          <w:szCs w:val="28"/>
        </w:rPr>
        <w:br/>
      </w:r>
      <w:r w:rsidRPr="00723D88">
        <w:rPr>
          <w:szCs w:val="28"/>
        </w:rPr>
        <w:t xml:space="preserve">и </w:t>
      </w:r>
      <w:proofErr w:type="spellStart"/>
      <w:r w:rsidRPr="00723D88">
        <w:rPr>
          <w:szCs w:val="28"/>
        </w:rPr>
        <w:t>дератизационных</w:t>
      </w:r>
      <w:proofErr w:type="spellEnd"/>
      <w:r w:rsidRPr="00723D88">
        <w:rPr>
          <w:szCs w:val="28"/>
        </w:rPr>
        <w:t xml:space="preserve"> обработок, лабораторное обследование сотрудников </w:t>
      </w:r>
      <w:r w:rsidRPr="00723D88">
        <w:rPr>
          <w:szCs w:val="28"/>
        </w:rPr>
        <w:lastRenderedPageBreak/>
        <w:t>пищеблоков на носительство вирусных кишечных инфекций перед началом каждой смены;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 xml:space="preserve">4) принять меры к устранению нарушений, выявленных контрольно-надзорными органами, в сроки, установленные предписаниями </w:t>
      </w:r>
      <w:r>
        <w:rPr>
          <w:szCs w:val="28"/>
        </w:rPr>
        <w:br/>
      </w:r>
      <w:r w:rsidRPr="00723D88">
        <w:rPr>
          <w:szCs w:val="28"/>
        </w:rPr>
        <w:t>об устранении нарушений обязательных требований;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</w:pPr>
      <w:r w:rsidRPr="00723D88">
        <w:rPr>
          <w:szCs w:val="28"/>
        </w:rPr>
        <w:t xml:space="preserve">5) увеличить количество оздоровительных смен продолжительностью не менее 21 календарного дня. 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szCs w:val="28"/>
        </w:rPr>
      </w:pPr>
      <w:r w:rsidRPr="00723D88">
        <w:rPr>
          <w:szCs w:val="28"/>
        </w:rPr>
        <w:t>15. Признать утратившими силу:</w:t>
      </w:r>
    </w:p>
    <w:p w:rsidR="00F51E6D" w:rsidRPr="00723D88" w:rsidRDefault="006F0234" w:rsidP="00F51E6D">
      <w:pPr>
        <w:autoSpaceDE w:val="0"/>
        <w:autoSpaceDN w:val="0"/>
        <w:adjustRightInd w:val="0"/>
        <w:ind w:firstLine="709"/>
        <w:rPr>
          <w:szCs w:val="28"/>
        </w:rPr>
      </w:pPr>
      <w:hyperlink r:id="rId15" w:history="1">
        <w:r w:rsidR="00F51E6D" w:rsidRPr="00723D88">
          <w:rPr>
            <w:szCs w:val="28"/>
          </w:rPr>
          <w:t>постановление</w:t>
        </w:r>
      </w:hyperlink>
      <w:r w:rsidR="00F51E6D" w:rsidRPr="00723D88">
        <w:rPr>
          <w:szCs w:val="28"/>
        </w:rPr>
        <w:t xml:space="preserve"> Правительства Орловской области от 19 февраля</w:t>
      </w:r>
      <w:r w:rsidR="00F51E6D" w:rsidRPr="00723D88">
        <w:rPr>
          <w:szCs w:val="28"/>
        </w:rPr>
        <w:br/>
        <w:t xml:space="preserve">2024 года № 110 «О мерах по организации отдыха и оздоровления детей </w:t>
      </w:r>
      <w:r w:rsidR="00F51E6D" w:rsidRPr="00723D88">
        <w:rPr>
          <w:szCs w:val="28"/>
        </w:rPr>
        <w:br/>
        <w:t>в Орловской области в 2024 году»;</w:t>
      </w:r>
    </w:p>
    <w:p w:rsidR="00F51E6D" w:rsidRPr="00723D88" w:rsidRDefault="006F0234" w:rsidP="00F51E6D">
      <w:pPr>
        <w:autoSpaceDE w:val="0"/>
        <w:autoSpaceDN w:val="0"/>
        <w:adjustRightInd w:val="0"/>
        <w:ind w:firstLine="709"/>
        <w:rPr>
          <w:szCs w:val="28"/>
        </w:rPr>
      </w:pPr>
      <w:hyperlink r:id="rId16" w:history="1">
        <w:r w:rsidR="00F51E6D" w:rsidRPr="00723D88">
          <w:rPr>
            <w:szCs w:val="28"/>
          </w:rPr>
          <w:t>постановление</w:t>
        </w:r>
      </w:hyperlink>
      <w:r w:rsidR="00F51E6D" w:rsidRPr="00723D88">
        <w:rPr>
          <w:szCs w:val="28"/>
        </w:rPr>
        <w:t xml:space="preserve"> Правительства Орловской области от 26 декабря </w:t>
      </w:r>
      <w:r w:rsidR="00F51E6D">
        <w:rPr>
          <w:szCs w:val="28"/>
        </w:rPr>
        <w:br/>
      </w:r>
      <w:r w:rsidR="00F51E6D" w:rsidRPr="00723D88">
        <w:rPr>
          <w:szCs w:val="28"/>
        </w:rPr>
        <w:t>2024 года № 863 «О внесении изменений в постановление Правительства Орловской области от 19 февраля 2024 года № 110 «О мерах по организации отдыха и оздоровления детей в Орловской области в 2024 году».</w:t>
      </w:r>
    </w:p>
    <w:p w:rsidR="00F51E6D" w:rsidRPr="00723D88" w:rsidRDefault="00F51E6D" w:rsidP="00F51E6D">
      <w:pPr>
        <w:autoSpaceDE w:val="0"/>
        <w:autoSpaceDN w:val="0"/>
        <w:adjustRightInd w:val="0"/>
        <w:ind w:firstLine="709"/>
        <w:rPr>
          <w:rFonts w:ascii="Calibri" w:hAnsi="Calibri" w:cs="Calibri"/>
        </w:rPr>
      </w:pPr>
      <w:r w:rsidRPr="00723D88">
        <w:rPr>
          <w:szCs w:val="28"/>
        </w:rPr>
        <w:t xml:space="preserve">16. </w:t>
      </w:r>
      <w:proofErr w:type="gramStart"/>
      <w:r w:rsidRPr="00723D88">
        <w:rPr>
          <w:szCs w:val="28"/>
        </w:rPr>
        <w:t>Контроль за</w:t>
      </w:r>
      <w:proofErr w:type="gramEnd"/>
      <w:r w:rsidRPr="00723D88">
        <w:rPr>
          <w:szCs w:val="28"/>
        </w:rPr>
        <w:t xml:space="preserve"> исполнением постановления возложить на заместителя Губернатора Орловской области в Правительстве Орловской области </w:t>
      </w:r>
      <w:r w:rsidRPr="00723D88">
        <w:rPr>
          <w:szCs w:val="28"/>
        </w:rPr>
        <w:br/>
        <w:t>по социальной политике</w:t>
      </w:r>
      <w:r w:rsidRPr="00723D88">
        <w:rPr>
          <w:rFonts w:ascii="Calibri" w:hAnsi="Calibri" w:cs="Calibri"/>
        </w:rPr>
        <w:t>.</w:t>
      </w:r>
    </w:p>
    <w:p w:rsidR="008866C2" w:rsidRDefault="008866C2" w:rsidP="008866C2">
      <w:pPr>
        <w:rPr>
          <w:szCs w:val="28"/>
        </w:rPr>
      </w:pPr>
    </w:p>
    <w:p w:rsidR="003D32EA" w:rsidRPr="004F5D90" w:rsidRDefault="003D32EA" w:rsidP="003D32EA">
      <w:pPr>
        <w:shd w:val="clear" w:color="auto" w:fill="FFFFFF"/>
        <w:autoSpaceDE w:val="0"/>
        <w:autoSpaceDN w:val="0"/>
        <w:adjustRightInd w:val="0"/>
        <w:ind w:firstLine="720"/>
        <w:rPr>
          <w:szCs w:val="28"/>
        </w:rPr>
      </w:pPr>
    </w:p>
    <w:p w:rsidR="003D32EA" w:rsidRDefault="003D32EA" w:rsidP="003D32EA">
      <w:pPr>
        <w:shd w:val="clear" w:color="auto" w:fill="FFFFFF"/>
        <w:autoSpaceDE w:val="0"/>
        <w:autoSpaceDN w:val="0"/>
        <w:adjustRightInd w:val="0"/>
        <w:ind w:firstLine="720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F51E6D" w:rsidRPr="009A302C" w:rsidTr="00BA49AA">
        <w:tc>
          <w:tcPr>
            <w:tcW w:w="3510" w:type="dxa"/>
            <w:hideMark/>
          </w:tcPr>
          <w:p w:rsidR="00F51E6D" w:rsidRPr="009A302C" w:rsidRDefault="00F51E6D" w:rsidP="00BA49A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Временно </w:t>
            </w:r>
            <w:proofErr w:type="gramStart"/>
            <w:r>
              <w:rPr>
                <w:szCs w:val="28"/>
              </w:rPr>
              <w:t>и</w:t>
            </w:r>
            <w:r w:rsidRPr="009A302C">
              <w:rPr>
                <w:szCs w:val="28"/>
              </w:rPr>
              <w:t>сполняющий</w:t>
            </w:r>
            <w:proofErr w:type="gramEnd"/>
            <w:r w:rsidRPr="009A302C">
              <w:rPr>
                <w:szCs w:val="28"/>
              </w:rPr>
              <w:t xml:space="preserve"> обязанности Губернатора Орловской области</w:t>
            </w:r>
          </w:p>
        </w:tc>
        <w:tc>
          <w:tcPr>
            <w:tcW w:w="6061" w:type="dxa"/>
            <w:vAlign w:val="bottom"/>
            <w:hideMark/>
          </w:tcPr>
          <w:p w:rsidR="00F51E6D" w:rsidRPr="009A302C" w:rsidRDefault="00F51E6D" w:rsidP="00BA49AA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В. А. Тарасов</w:t>
            </w:r>
          </w:p>
        </w:tc>
      </w:tr>
    </w:tbl>
    <w:p w:rsidR="003D32EA" w:rsidRPr="00333ACD" w:rsidRDefault="003D32EA" w:rsidP="003D32EA">
      <w:pPr>
        <w:shd w:val="clear" w:color="auto" w:fill="FFFFFF"/>
        <w:autoSpaceDE w:val="0"/>
        <w:autoSpaceDN w:val="0"/>
        <w:adjustRightInd w:val="0"/>
        <w:ind w:firstLine="425"/>
        <w:rPr>
          <w:szCs w:val="28"/>
        </w:rPr>
      </w:pPr>
    </w:p>
    <w:p w:rsidR="005B657E" w:rsidRDefault="005B657E" w:rsidP="008866C2">
      <w:pPr>
        <w:rPr>
          <w:szCs w:val="28"/>
        </w:rPr>
      </w:pPr>
    </w:p>
    <w:sectPr w:rsidR="005B657E" w:rsidSect="00F51E6D">
      <w:headerReference w:type="default" r:id="rId17"/>
      <w:pgSz w:w="11906" w:h="16838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ECE" w:rsidRDefault="002B3ECE" w:rsidP="00F51E6D">
      <w:r>
        <w:separator/>
      </w:r>
    </w:p>
  </w:endnote>
  <w:endnote w:type="continuationSeparator" w:id="0">
    <w:p w:rsidR="002B3ECE" w:rsidRDefault="002B3ECE" w:rsidP="00F51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ECE" w:rsidRDefault="002B3ECE" w:rsidP="00F51E6D">
      <w:r>
        <w:separator/>
      </w:r>
    </w:p>
  </w:footnote>
  <w:footnote w:type="continuationSeparator" w:id="0">
    <w:p w:rsidR="002B3ECE" w:rsidRDefault="002B3ECE" w:rsidP="00F51E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4942367"/>
      <w:docPartObj>
        <w:docPartGallery w:val="Page Numbers (Top of Page)"/>
        <w:docPartUnique/>
      </w:docPartObj>
    </w:sdtPr>
    <w:sdtEndPr/>
    <w:sdtContent>
      <w:p w:rsidR="00F51E6D" w:rsidRDefault="00F51E6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234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E6D"/>
    <w:rsid w:val="00097376"/>
    <w:rsid w:val="000D5D91"/>
    <w:rsid w:val="001C6E42"/>
    <w:rsid w:val="00204545"/>
    <w:rsid w:val="002654FD"/>
    <w:rsid w:val="00277F3F"/>
    <w:rsid w:val="002B3ECE"/>
    <w:rsid w:val="002C357A"/>
    <w:rsid w:val="002C4888"/>
    <w:rsid w:val="002D049C"/>
    <w:rsid w:val="00313CE4"/>
    <w:rsid w:val="003337FC"/>
    <w:rsid w:val="00355B04"/>
    <w:rsid w:val="003D32EA"/>
    <w:rsid w:val="004976F8"/>
    <w:rsid w:val="004D2B20"/>
    <w:rsid w:val="004D35FA"/>
    <w:rsid w:val="00501A9B"/>
    <w:rsid w:val="0054456B"/>
    <w:rsid w:val="005B657E"/>
    <w:rsid w:val="005C2405"/>
    <w:rsid w:val="005C2481"/>
    <w:rsid w:val="005C71B1"/>
    <w:rsid w:val="00657491"/>
    <w:rsid w:val="006911E8"/>
    <w:rsid w:val="006A244D"/>
    <w:rsid w:val="006E35D0"/>
    <w:rsid w:val="006F0234"/>
    <w:rsid w:val="006F1C53"/>
    <w:rsid w:val="006F3AAF"/>
    <w:rsid w:val="00750EA3"/>
    <w:rsid w:val="00785BC0"/>
    <w:rsid w:val="007A1BD7"/>
    <w:rsid w:val="007E19F0"/>
    <w:rsid w:val="008014C5"/>
    <w:rsid w:val="0080779B"/>
    <w:rsid w:val="00842FE9"/>
    <w:rsid w:val="008866C2"/>
    <w:rsid w:val="008C5E89"/>
    <w:rsid w:val="00916D62"/>
    <w:rsid w:val="0096429F"/>
    <w:rsid w:val="00965C75"/>
    <w:rsid w:val="009A0657"/>
    <w:rsid w:val="00A3775F"/>
    <w:rsid w:val="00A74179"/>
    <w:rsid w:val="00AB7EB8"/>
    <w:rsid w:val="00B55423"/>
    <w:rsid w:val="00B57B7D"/>
    <w:rsid w:val="00BB145D"/>
    <w:rsid w:val="00C12841"/>
    <w:rsid w:val="00C73282"/>
    <w:rsid w:val="00C96827"/>
    <w:rsid w:val="00CC363E"/>
    <w:rsid w:val="00CD2FFC"/>
    <w:rsid w:val="00CE7BBF"/>
    <w:rsid w:val="00D1546C"/>
    <w:rsid w:val="00D536A7"/>
    <w:rsid w:val="00D809F1"/>
    <w:rsid w:val="00DC1F8E"/>
    <w:rsid w:val="00E11D16"/>
    <w:rsid w:val="00E94009"/>
    <w:rsid w:val="00F04E9F"/>
    <w:rsid w:val="00F50305"/>
    <w:rsid w:val="00F51E6D"/>
    <w:rsid w:val="00F5329E"/>
    <w:rsid w:val="00F910D6"/>
    <w:rsid w:val="00FC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91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3">
    <w:name w:val="heading 3"/>
    <w:basedOn w:val="a"/>
    <w:link w:val="30"/>
    <w:uiPriority w:val="9"/>
    <w:qFormat/>
    <w:rsid w:val="00F51E6D"/>
    <w:pPr>
      <w:spacing w:before="100" w:beforeAutospacing="1" w:after="100" w:afterAutospacing="1"/>
      <w:jc w:val="left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5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F51E6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header"/>
    <w:basedOn w:val="a"/>
    <w:link w:val="a5"/>
    <w:uiPriority w:val="99"/>
    <w:unhideWhenUsed/>
    <w:rsid w:val="00F51E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51E6D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F51E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51E6D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F51E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1E6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91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3">
    <w:name w:val="heading 3"/>
    <w:basedOn w:val="a"/>
    <w:link w:val="30"/>
    <w:uiPriority w:val="9"/>
    <w:qFormat/>
    <w:rsid w:val="00F51E6D"/>
    <w:pPr>
      <w:spacing w:before="100" w:beforeAutospacing="1" w:after="100" w:afterAutospacing="1"/>
      <w:jc w:val="left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5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F51E6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header"/>
    <w:basedOn w:val="a"/>
    <w:link w:val="a5"/>
    <w:uiPriority w:val="99"/>
    <w:unhideWhenUsed/>
    <w:rsid w:val="00F51E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51E6D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F51E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51E6D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F51E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1E6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38DDD3A202B23CB9EEC2C7E03D1844BD6F8C4B81A62A3DEC7827E21A7798EF49315A76D9DE80CC1903F1D927DD1F6BoD64M" TargetMode="External"/><Relationship Id="rId13" Type="http://schemas.openxmlformats.org/officeDocument/2006/relationships/hyperlink" Target="consultantplus://offline/ref=5538DDD3A202B23CB9EEDCCAF651474BBE67D14480A62268B7277CBF4D7E92B81C7E5B2A9F8393CF1303F2DB3BoD6D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538DDD3A202B23CB9EEC2C7E03D1844BD6F8C4B81A62F3DEF7827E21A7798EF49315A64D9868CCE111DF7D3328B4E2D83892102CF3E025EF05A0Fo16EM" TargetMode="External"/><Relationship Id="rId12" Type="http://schemas.openxmlformats.org/officeDocument/2006/relationships/hyperlink" Target="consultantplus://offline/ref=5538DDD3A202B23CB9EEC2C7E03D1844BD6F8C4B81A62A3DEC7827E21A7798EF49315A76D9DE80CC1903F1D927DD1F6BoD64M" TargetMode="Externa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538DDD3A202B23CB9EEC2C7E03D1844BD6F8C4B8EA02A36EB7827E21A7798EF49315A76D9DE80CC1903F1D927DD1F6BoD64M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538DDD3A202B23CB9EEDCCAF651474BBE67D14480A62268B7277CBF4D7E92B81C7E5B2A9F8393CF1303F2DB3BoD6D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538DDD3A202B23CB9EEC2C7E03D1844BD6F8C4B8EA42E39EC7827E21A7798EF49315A76D9DE80CC1903F1D927DD1F6BoD64M" TargetMode="External"/><Relationship Id="rId10" Type="http://schemas.openxmlformats.org/officeDocument/2006/relationships/hyperlink" Target="consultantplus://offline/ref=5538DDD3A202B23CB9EEC2C7E03D1844BD6F8C4B81A62A3DEC7827E21A7798EF49315A76D9DE80CC1903F1D927DD1F6BoD64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538DDD3A202B23CB9EEDCCAF651474BBE67D14480A62268B7277CBF4D7E92B81C7E5B2A9F8393CF1303F2DB3BoD6DM" TargetMode="External"/><Relationship Id="rId14" Type="http://schemas.openxmlformats.org/officeDocument/2006/relationships/hyperlink" Target="consultantplus://offline/ref=5538DDD3A202B23CB9EEDCCAF651474BB96CD1428EAB2268B7277CBF4D7E92B81C7E5B2A9F8393CF1303F2DB3BoD6D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am\Desktop\&#1064;&#1072;&#1073;&#1083;&#1086;&#1085;&#1099;\&#1055;&#1088;&#1072;&#1074;&#1080;&#1090;&#1077;&#1083;&#1100;&#1089;&#1090;&#1074;&#1086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Правительство</Template>
  <TotalTime>9</TotalTime>
  <Pages>7</Pages>
  <Words>2602</Words>
  <Characters>14838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uam</dc:creator>
  <cp:lastModifiedBy>hev</cp:lastModifiedBy>
  <cp:revision>2</cp:revision>
  <cp:lastPrinted>2025-02-19T07:38:00Z</cp:lastPrinted>
  <dcterms:created xsi:type="dcterms:W3CDTF">2025-02-19T07:29:00Z</dcterms:created>
  <dcterms:modified xsi:type="dcterms:W3CDTF">2025-02-20T14:55:00Z</dcterms:modified>
</cp:coreProperties>
</file>